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FFC3C64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C5795">
        <w:rPr>
          <w:rFonts w:ascii="Corbel" w:hAnsi="Corbel"/>
          <w:i/>
          <w:smallCaps/>
          <w:sz w:val="24"/>
          <w:szCs w:val="24"/>
        </w:rPr>
        <w:t>2019-2022</w:t>
      </w:r>
    </w:p>
    <w:p w14:paraId="2A94F79A" w14:textId="0B582241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1C5795">
        <w:rPr>
          <w:rFonts w:ascii="Corbel" w:hAnsi="Corbel"/>
          <w:sz w:val="20"/>
          <w:szCs w:val="20"/>
        </w:rPr>
        <w:t>1</w:t>
      </w:r>
      <w:r w:rsidR="00947771">
        <w:rPr>
          <w:rFonts w:ascii="Corbel" w:hAnsi="Corbel"/>
          <w:sz w:val="20"/>
          <w:szCs w:val="20"/>
        </w:rPr>
        <w:t>/202</w:t>
      </w:r>
      <w:r w:rsidR="001C5795">
        <w:rPr>
          <w:rFonts w:ascii="Corbel" w:hAnsi="Corbel"/>
          <w:sz w:val="20"/>
          <w:szCs w:val="20"/>
        </w:rPr>
        <w:t>2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C-1.4a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6D9577BE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F966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77777777" w:rsidR="002B5001" w:rsidRPr="009C54AE" w:rsidRDefault="00D62D9E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2845AC82" w14:textId="77777777" w:rsidR="00D93094" w:rsidRPr="00E41A9C" w:rsidRDefault="00D93094" w:rsidP="00D93094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2568" w:rsidRDefault="00950BE1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lastRenderedPageBreak/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01A0A" w14:textId="77777777" w:rsidR="008C69F8" w:rsidRDefault="008C69F8" w:rsidP="00C16ABF">
      <w:pPr>
        <w:spacing w:after="0" w:line="240" w:lineRule="auto"/>
      </w:pPr>
      <w:r>
        <w:separator/>
      </w:r>
    </w:p>
  </w:endnote>
  <w:endnote w:type="continuationSeparator" w:id="0">
    <w:p w14:paraId="797CAF94" w14:textId="77777777" w:rsidR="008C69F8" w:rsidRDefault="008C69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64615" w14:textId="77777777" w:rsidR="008C69F8" w:rsidRDefault="008C69F8" w:rsidP="00C16ABF">
      <w:pPr>
        <w:spacing w:after="0" w:line="240" w:lineRule="auto"/>
      </w:pPr>
      <w:r>
        <w:separator/>
      </w:r>
    </w:p>
  </w:footnote>
  <w:footnote w:type="continuationSeparator" w:id="0">
    <w:p w14:paraId="6E1BE6AB" w14:textId="77777777" w:rsidR="008C69F8" w:rsidRDefault="008C69F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hybridMultilevel"/>
    <w:tmpl w:val="5804FE42"/>
    <w:lvl w:ilvl="0" w:tplc="DF7AEC1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34B6B0DE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A87C0E90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E708A238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D8F81E36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660C48F0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A08210AA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AA725178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D324A9CC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C579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C69F8"/>
    <w:rsid w:val="008D3DFB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140027-099B-4375-BE86-FED8447B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D5D92-97DF-43F7-B547-871D8AD6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975</Words>
  <Characters>5853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17</cp:revision>
  <cp:lastPrinted>2017-02-15T21:41:00Z</cp:lastPrinted>
  <dcterms:created xsi:type="dcterms:W3CDTF">2020-12-04T19:13:00Z</dcterms:created>
  <dcterms:modified xsi:type="dcterms:W3CDTF">2020-12-09T08:27:00Z</dcterms:modified>
</cp:coreProperties>
</file>